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F5A" w:rsidRDefault="006C2F5A" w:rsidP="00833576"/>
    <w:p w:rsidR="001F0511" w:rsidRDefault="001F0511" w:rsidP="00833576"/>
    <w:p w:rsidR="001F0511" w:rsidRDefault="001F0511" w:rsidP="0083357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85"/>
        <w:gridCol w:w="7031"/>
      </w:tblGrid>
      <w:tr w:rsidR="00833576" w:rsidTr="00833576">
        <w:tc>
          <w:tcPr>
            <w:tcW w:w="11016" w:type="dxa"/>
            <w:gridSpan w:val="2"/>
          </w:tcPr>
          <w:p w:rsidR="00833576" w:rsidRDefault="00833576" w:rsidP="00833576">
            <w:pPr>
              <w:pStyle w:val="ListParagraph"/>
              <w:numPr>
                <w:ilvl w:val="0"/>
                <w:numId w:val="1"/>
              </w:numPr>
            </w:pPr>
            <w:r>
              <w:t>Save your document WITHOUT spaces or special characters in the file name.</w:t>
            </w:r>
          </w:p>
          <w:p w:rsidR="00833576" w:rsidRDefault="00833576" w:rsidP="00833576">
            <w:pPr>
              <w:pStyle w:val="ListParagraph"/>
            </w:pPr>
            <w:r>
              <w:t xml:space="preserve">Exceptions: </w:t>
            </w:r>
            <w:proofErr w:type="gramStart"/>
            <w:r>
              <w:t>dot .</w:t>
            </w:r>
            <w:proofErr w:type="gramEnd"/>
            <w:r>
              <w:t xml:space="preserve"> and underscore _ are fine in file names and file names cannot be more than 50 characters</w:t>
            </w:r>
          </w:p>
        </w:tc>
      </w:tr>
      <w:tr w:rsidR="00833576" w:rsidTr="00833576">
        <w:tc>
          <w:tcPr>
            <w:tcW w:w="11016" w:type="dxa"/>
            <w:gridSpan w:val="2"/>
          </w:tcPr>
          <w:p w:rsidR="00833576" w:rsidRDefault="00833576" w:rsidP="00833576">
            <w:pPr>
              <w:pStyle w:val="ListParagraph"/>
              <w:numPr>
                <w:ilvl w:val="0"/>
                <w:numId w:val="1"/>
              </w:numPr>
            </w:pPr>
            <w:r>
              <w:t xml:space="preserve"> Log onto the district server.</w:t>
            </w:r>
          </w:p>
          <w:p w:rsidR="00833576" w:rsidRDefault="00833576" w:rsidP="00833576">
            <w:pPr>
              <w:pStyle w:val="ListParagraph"/>
            </w:pPr>
            <w:r>
              <w:t xml:space="preserve">*for complete directions see      </w:t>
            </w:r>
            <w:hyperlink r:id="rId9" w:history="1">
              <w:r w:rsidRPr="00AB0632">
                <w:rPr>
                  <w:rStyle w:val="Hyperlink"/>
                </w:rPr>
                <w:t>http://empowerstudents.wikispaces.com/New+District+Server</w:t>
              </w:r>
            </w:hyperlink>
          </w:p>
        </w:tc>
      </w:tr>
      <w:tr w:rsidR="00B80317" w:rsidTr="00833576">
        <w:tc>
          <w:tcPr>
            <w:tcW w:w="3985" w:type="dxa"/>
          </w:tcPr>
          <w:p w:rsidR="00B80317" w:rsidRDefault="00B80317" w:rsidP="00833576">
            <w:pPr>
              <w:pStyle w:val="ListParagraph"/>
              <w:numPr>
                <w:ilvl w:val="0"/>
                <w:numId w:val="1"/>
              </w:numPr>
            </w:pPr>
            <w:r>
              <w:t xml:space="preserve"> Once logged onto the server, double click on the Websites folder.</w:t>
            </w:r>
          </w:p>
          <w:p w:rsidR="00B7369D" w:rsidRDefault="00B7369D" w:rsidP="00833576"/>
          <w:p w:rsidR="00833576" w:rsidRDefault="00833576" w:rsidP="00833576"/>
          <w:p w:rsidR="00B80317" w:rsidRDefault="00B80317" w:rsidP="00833576">
            <w:pPr>
              <w:pStyle w:val="ListParagraph"/>
              <w:numPr>
                <w:ilvl w:val="0"/>
                <w:numId w:val="1"/>
              </w:numPr>
            </w:pPr>
            <w:r>
              <w:t>Find your folder INSIDE the Websites folder.  Move your document into this folder.</w:t>
            </w:r>
          </w:p>
          <w:p w:rsidR="00B7369D" w:rsidRDefault="00B7369D" w:rsidP="00833576"/>
          <w:p w:rsidR="00B7369D" w:rsidRDefault="00B7369D" w:rsidP="00833576"/>
          <w:p w:rsidR="00B7369D" w:rsidRDefault="00B7369D" w:rsidP="00833576"/>
          <w:p w:rsidR="00B7369D" w:rsidRDefault="00B7369D" w:rsidP="00833576"/>
        </w:tc>
        <w:tc>
          <w:tcPr>
            <w:tcW w:w="7031" w:type="dxa"/>
          </w:tcPr>
          <w:p w:rsidR="00B80317" w:rsidRDefault="00B7369D" w:rsidP="0083357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1CAA024" wp14:editId="456E655C">
                  <wp:extent cx="3371850" cy="720837"/>
                  <wp:effectExtent l="0" t="0" r="0" b="3175"/>
                  <wp:docPr id="5" name="Picture 5" descr="C:\Users\Donna Baker\Desktop\TcrWebPageFold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onna Baker\Desktop\TcrWebPageFold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9824" cy="722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369D" w:rsidRDefault="00B7369D" w:rsidP="00833576">
            <w:pPr>
              <w:jc w:val="center"/>
            </w:pPr>
          </w:p>
          <w:p w:rsidR="00B7369D" w:rsidRDefault="00B7369D" w:rsidP="0083357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73363EC" wp14:editId="498D24FB">
                  <wp:extent cx="3743325" cy="469750"/>
                  <wp:effectExtent l="0" t="0" r="0" b="6985"/>
                  <wp:docPr id="6" name="Picture 6" descr="C:\Users\Donna Baker\Desktop\OwnWebsiteFold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onna Baker\Desktop\OwnWebsiteFold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3325" cy="46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369D" w:rsidRDefault="00B7369D" w:rsidP="00833576">
            <w:pPr>
              <w:jc w:val="center"/>
            </w:pPr>
          </w:p>
          <w:p w:rsidR="00B7369D" w:rsidRDefault="00B7369D" w:rsidP="0083357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6D09FA1" wp14:editId="4C88B349">
                  <wp:extent cx="3790635" cy="799840"/>
                  <wp:effectExtent l="0" t="0" r="635" b="63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07573" cy="8034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4210" w:rsidTr="00833576">
        <w:tc>
          <w:tcPr>
            <w:tcW w:w="3985" w:type="dxa"/>
          </w:tcPr>
          <w:p w:rsidR="00F87A20" w:rsidRDefault="00BA4210" w:rsidP="00833576">
            <w:pPr>
              <w:pStyle w:val="ListParagraph"/>
              <w:numPr>
                <w:ilvl w:val="0"/>
                <w:numId w:val="1"/>
              </w:numPr>
            </w:pPr>
            <w:r>
              <w:t xml:space="preserve">Go to </w:t>
            </w:r>
            <w:hyperlink r:id="rId13" w:history="1">
              <w:r w:rsidRPr="00AB0632">
                <w:rPr>
                  <w:rStyle w:val="Hyperlink"/>
                </w:rPr>
                <w:t>www.cmcss.net</w:t>
              </w:r>
            </w:hyperlink>
            <w:r>
              <w:t xml:space="preserve">, Faculty and Staff, and go to Teacher Website Admin IF you have to choose </w:t>
            </w:r>
          </w:p>
          <w:p w:rsidR="00F87A20" w:rsidRDefault="00F87A20" w:rsidP="00F87A20">
            <w:pPr>
              <w:pStyle w:val="ListParagraph"/>
            </w:pPr>
            <w:r>
              <w:rPr>
                <w:noProof/>
              </w:rPr>
              <w:drawing>
                <wp:inline distT="0" distB="0" distL="0" distR="0" wp14:anchorId="2B972931" wp14:editId="6113FC7D">
                  <wp:extent cx="1219200" cy="787754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2850" cy="7901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80317" w:rsidRDefault="00B80317" w:rsidP="00F87A20">
            <w:pPr>
              <w:pStyle w:val="ListParagraph"/>
            </w:pPr>
            <w:r>
              <w:t>*some may go directly into Teacher Website admin</w:t>
            </w:r>
          </w:p>
          <w:p w:rsidR="00BA4210" w:rsidRDefault="00BA4210" w:rsidP="00833576">
            <w:pPr>
              <w:pStyle w:val="ListParagraph"/>
              <w:numPr>
                <w:ilvl w:val="0"/>
                <w:numId w:val="1"/>
              </w:numPr>
            </w:pPr>
            <w:r>
              <w:t xml:space="preserve">Log in using </w:t>
            </w:r>
            <w:proofErr w:type="spellStart"/>
            <w:r>
              <w:t>MyLogin</w:t>
            </w:r>
            <w:proofErr w:type="spellEnd"/>
            <w:r>
              <w:t xml:space="preserve"> credentials and click on My Teacher Website.</w:t>
            </w:r>
          </w:p>
          <w:p w:rsidR="00BA4210" w:rsidRDefault="00BA4210" w:rsidP="00833576">
            <w:pPr>
              <w:pStyle w:val="ListParagraph"/>
            </w:pPr>
          </w:p>
        </w:tc>
        <w:tc>
          <w:tcPr>
            <w:tcW w:w="7031" w:type="dxa"/>
          </w:tcPr>
          <w:p w:rsidR="00BA4210" w:rsidRDefault="00BA4210" w:rsidP="00833576">
            <w:pPr>
              <w:jc w:val="center"/>
              <w:rPr>
                <w:noProof/>
              </w:rPr>
            </w:pPr>
          </w:p>
          <w:p w:rsidR="00D5186D" w:rsidRDefault="00D5186D" w:rsidP="00833576">
            <w:pPr>
              <w:jc w:val="center"/>
              <w:rPr>
                <w:noProof/>
              </w:rPr>
            </w:pPr>
            <w:bookmarkStart w:id="0" w:name="_GoBack"/>
            <w:bookmarkEnd w:id="0"/>
          </w:p>
          <w:p w:rsidR="00D5186D" w:rsidRDefault="00D5186D" w:rsidP="0083357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7F26C20" wp14:editId="3A2AD301">
                  <wp:extent cx="4165916" cy="1819027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80458" cy="18253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3576" w:rsidTr="008C03A1">
        <w:tc>
          <w:tcPr>
            <w:tcW w:w="11016" w:type="dxa"/>
            <w:gridSpan w:val="2"/>
          </w:tcPr>
          <w:p w:rsidR="00833576" w:rsidRDefault="00833576" w:rsidP="00833576">
            <w:pPr>
              <w:pStyle w:val="ListParagraph"/>
              <w:numPr>
                <w:ilvl w:val="0"/>
                <w:numId w:val="1"/>
              </w:numPr>
            </w:pPr>
            <w:r>
              <w:t xml:space="preserve">Click on Classroom Links icon at the top.         </w:t>
            </w:r>
            <w:r w:rsidR="00AE0A25">
              <w:t xml:space="preserve">      </w:t>
            </w:r>
            <w:r>
              <w:t xml:space="preserve">   </w:t>
            </w:r>
            <w:r>
              <w:rPr>
                <w:noProof/>
              </w:rPr>
              <w:drawing>
                <wp:inline distT="0" distB="0" distL="0" distR="0" wp14:anchorId="757BBE3A" wp14:editId="273DA883">
                  <wp:extent cx="901934" cy="56197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9863" cy="5669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3576" w:rsidTr="00847AB3">
        <w:tc>
          <w:tcPr>
            <w:tcW w:w="11016" w:type="dxa"/>
            <w:gridSpan w:val="2"/>
          </w:tcPr>
          <w:p w:rsidR="00833576" w:rsidRDefault="00833576" w:rsidP="00833576">
            <w:pPr>
              <w:pStyle w:val="ListParagraph"/>
              <w:numPr>
                <w:ilvl w:val="0"/>
                <w:numId w:val="1"/>
              </w:numPr>
            </w:pPr>
            <w:r>
              <w:t>In Create a New Link space fill in the Name for the link</w:t>
            </w:r>
          </w:p>
          <w:p w:rsidR="00833576" w:rsidRDefault="00833576" w:rsidP="00833576">
            <w:pPr>
              <w:pStyle w:val="ListParagraph"/>
              <w:numPr>
                <w:ilvl w:val="0"/>
                <w:numId w:val="1"/>
              </w:numPr>
            </w:pPr>
            <w:r>
              <w:t>In the Hyperlink space (and this must be EXACTLY right) type</w:t>
            </w:r>
          </w:p>
          <w:p w:rsidR="00833576" w:rsidRDefault="00833576" w:rsidP="00833576">
            <w:pPr>
              <w:pStyle w:val="ListParagraph"/>
            </w:pPr>
            <w:hyperlink r:id="rId17" w:history="1">
              <w:r w:rsidRPr="00AB0632">
                <w:rPr>
                  <w:rStyle w:val="Hyperlink"/>
                </w:rPr>
                <w:t>http://staff.cmcss.net/first.last/documentname.extension</w:t>
              </w:r>
            </w:hyperlink>
          </w:p>
          <w:p w:rsidR="00833576" w:rsidRDefault="00833576" w:rsidP="00833576">
            <w:pPr>
              <w:pStyle w:val="ListParagraph"/>
            </w:pPr>
            <w:r>
              <w:t xml:space="preserve">Example: </w:t>
            </w:r>
            <w:hyperlink r:id="rId18" w:history="1">
              <w:r w:rsidRPr="00AB0632">
                <w:rPr>
                  <w:rStyle w:val="Hyperlink"/>
                </w:rPr>
                <w:t>http://staff.cmcss.net/donna.baker/AlgISyllabus.docx</w:t>
              </w:r>
            </w:hyperlink>
            <w:r>
              <w:t xml:space="preserve"> and click create.</w:t>
            </w:r>
          </w:p>
          <w:p w:rsidR="00833576" w:rsidRDefault="00833576" w:rsidP="001F0511">
            <w:pPr>
              <w:pStyle w:val="ListParagraph"/>
            </w:pPr>
            <w:r>
              <w:t xml:space="preserve">*Note – Leaving off the file extension will cause an error.  You must include the extension in your link. </w:t>
            </w:r>
          </w:p>
        </w:tc>
      </w:tr>
      <w:tr w:rsidR="00833576" w:rsidTr="00D62A74">
        <w:tc>
          <w:tcPr>
            <w:tcW w:w="11016" w:type="dxa"/>
            <w:gridSpan w:val="2"/>
          </w:tcPr>
          <w:p w:rsidR="00833576" w:rsidRDefault="00833576" w:rsidP="00833576">
            <w:pPr>
              <w:jc w:val="center"/>
              <w:rPr>
                <w:noProof/>
              </w:rPr>
            </w:pPr>
            <w:r>
              <w:t>Go to your teacher webpage (linked to school website) and check the link to be sure it works.</w:t>
            </w:r>
          </w:p>
        </w:tc>
      </w:tr>
    </w:tbl>
    <w:p w:rsidR="006C2F5A" w:rsidRDefault="006C2F5A" w:rsidP="00833576"/>
    <w:sectPr w:rsidR="006C2F5A" w:rsidSect="00F87A20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D61" w:rsidRDefault="006B5D61" w:rsidP="00833576">
      <w:r>
        <w:separator/>
      </w:r>
    </w:p>
  </w:endnote>
  <w:endnote w:type="continuationSeparator" w:id="0">
    <w:p w:rsidR="006B5D61" w:rsidRDefault="006B5D61" w:rsidP="0083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576" w:rsidRDefault="0083357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576" w:rsidRDefault="0083357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576" w:rsidRDefault="008335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D61" w:rsidRDefault="006B5D61" w:rsidP="00833576">
      <w:r>
        <w:separator/>
      </w:r>
    </w:p>
  </w:footnote>
  <w:footnote w:type="continuationSeparator" w:id="0">
    <w:p w:rsidR="006B5D61" w:rsidRDefault="006B5D61" w:rsidP="0083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576" w:rsidRDefault="0083357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576" w:rsidRDefault="00833576" w:rsidP="00833576">
    <w:pPr>
      <w:pStyle w:val="Heading2"/>
      <w:jc w:val="center"/>
    </w:pPr>
    <w:r>
      <w:t>Linking Documents or Files to Your Teacher Webpage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576" w:rsidRDefault="0083357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908E6"/>
    <w:multiLevelType w:val="hybridMultilevel"/>
    <w:tmpl w:val="1B8C11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F5A"/>
    <w:rsid w:val="00107DE7"/>
    <w:rsid w:val="001F0511"/>
    <w:rsid w:val="002A577C"/>
    <w:rsid w:val="003A24DC"/>
    <w:rsid w:val="00463146"/>
    <w:rsid w:val="00497B92"/>
    <w:rsid w:val="006B5D61"/>
    <w:rsid w:val="006C2F5A"/>
    <w:rsid w:val="00833576"/>
    <w:rsid w:val="00AA5EB5"/>
    <w:rsid w:val="00AE0A25"/>
    <w:rsid w:val="00B7369D"/>
    <w:rsid w:val="00B80317"/>
    <w:rsid w:val="00BA4210"/>
    <w:rsid w:val="00D35FB2"/>
    <w:rsid w:val="00D5186D"/>
    <w:rsid w:val="00D93B00"/>
    <w:rsid w:val="00E97BEF"/>
    <w:rsid w:val="00F8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57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357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357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357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357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357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3576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3576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3576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357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357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3357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357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3576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3576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3576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3576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3576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3576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3357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3357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357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33576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33576"/>
    <w:rPr>
      <w:b/>
      <w:bCs/>
    </w:rPr>
  </w:style>
  <w:style w:type="character" w:styleId="Emphasis">
    <w:name w:val="Emphasis"/>
    <w:basedOn w:val="DefaultParagraphFont"/>
    <w:uiPriority w:val="20"/>
    <w:qFormat/>
    <w:rsid w:val="00833576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33576"/>
    <w:rPr>
      <w:szCs w:val="32"/>
    </w:rPr>
  </w:style>
  <w:style w:type="paragraph" w:styleId="ListParagraph">
    <w:name w:val="List Paragraph"/>
    <w:basedOn w:val="Normal"/>
    <w:uiPriority w:val="34"/>
    <w:qFormat/>
    <w:rsid w:val="0083357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33576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33576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3576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3576"/>
    <w:rPr>
      <w:b/>
      <w:i/>
      <w:sz w:val="24"/>
    </w:rPr>
  </w:style>
  <w:style w:type="character" w:styleId="SubtleEmphasis">
    <w:name w:val="Subtle Emphasis"/>
    <w:uiPriority w:val="19"/>
    <w:qFormat/>
    <w:rsid w:val="00833576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33576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33576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33576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33576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33576"/>
    <w:pPr>
      <w:outlineLvl w:val="9"/>
    </w:pPr>
  </w:style>
  <w:style w:type="table" w:styleId="TableGrid">
    <w:name w:val="Table Grid"/>
    <w:basedOn w:val="TableNormal"/>
    <w:uiPriority w:val="59"/>
    <w:rsid w:val="006C2F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07DE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42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21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335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357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335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357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57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357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357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357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357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357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3576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3576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3576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357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357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3357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357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3576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3576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3576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3576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3576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3576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3357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3357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357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33576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33576"/>
    <w:rPr>
      <w:b/>
      <w:bCs/>
    </w:rPr>
  </w:style>
  <w:style w:type="character" w:styleId="Emphasis">
    <w:name w:val="Emphasis"/>
    <w:basedOn w:val="DefaultParagraphFont"/>
    <w:uiPriority w:val="20"/>
    <w:qFormat/>
    <w:rsid w:val="00833576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33576"/>
    <w:rPr>
      <w:szCs w:val="32"/>
    </w:rPr>
  </w:style>
  <w:style w:type="paragraph" w:styleId="ListParagraph">
    <w:name w:val="List Paragraph"/>
    <w:basedOn w:val="Normal"/>
    <w:uiPriority w:val="34"/>
    <w:qFormat/>
    <w:rsid w:val="0083357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33576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33576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3576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3576"/>
    <w:rPr>
      <w:b/>
      <w:i/>
      <w:sz w:val="24"/>
    </w:rPr>
  </w:style>
  <w:style w:type="character" w:styleId="SubtleEmphasis">
    <w:name w:val="Subtle Emphasis"/>
    <w:uiPriority w:val="19"/>
    <w:qFormat/>
    <w:rsid w:val="00833576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33576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33576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33576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33576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33576"/>
    <w:pPr>
      <w:outlineLvl w:val="9"/>
    </w:pPr>
  </w:style>
  <w:style w:type="table" w:styleId="TableGrid">
    <w:name w:val="Table Grid"/>
    <w:basedOn w:val="TableNormal"/>
    <w:uiPriority w:val="59"/>
    <w:rsid w:val="006C2F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07DE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42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21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335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357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335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35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mcss.net" TargetMode="External"/><Relationship Id="rId18" Type="http://schemas.openxmlformats.org/officeDocument/2006/relationships/hyperlink" Target="http://staff.cmcss.net/donna.baker/AlgISyllabus.docx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hyperlink" Target="http://staff.cmcss.net/first.last/documentname.extension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header" Target="header3.xml"/><Relationship Id="rId10" Type="http://schemas.openxmlformats.org/officeDocument/2006/relationships/image" Target="media/image1.jpeg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empowerstudents.wikispaces.com/New+District+Server" TargetMode="External"/><Relationship Id="rId14" Type="http://schemas.openxmlformats.org/officeDocument/2006/relationships/image" Target="media/image4.png"/><Relationship Id="rId22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nna%20Baker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D63C6DDE-D11B-4474-A2C7-CF80FC7B91CD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59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 Baker</dc:creator>
  <cp:lastModifiedBy>Donna Baker</cp:lastModifiedBy>
  <cp:revision>7</cp:revision>
  <dcterms:created xsi:type="dcterms:W3CDTF">2012-08-02T16:33:00Z</dcterms:created>
  <dcterms:modified xsi:type="dcterms:W3CDTF">2012-08-02T18:43:00Z</dcterms:modified>
</cp:coreProperties>
</file>